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FB7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42F8C09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  <w:r w:rsidR="00174802">
        <w:rPr>
          <w:rFonts w:ascii="Corbel" w:hAnsi="Corbel"/>
          <w:b/>
          <w:smallCaps/>
          <w:sz w:val="24"/>
          <w:szCs w:val="24"/>
        </w:rPr>
        <w:t>2019-2021</w:t>
      </w:r>
    </w:p>
    <w:p w14:paraId="60C84C46" w14:textId="3DB347C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174802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174802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7A5F7D55" w:rsidR="0085747A" w:rsidRPr="009C54AE" w:rsidRDefault="0030325F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 xml:space="preserve">r Małgorzata </w:t>
            </w:r>
            <w:proofErr w:type="spellStart"/>
            <w:r w:rsidR="00BA392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55D23524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101C6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205ED33" w14:textId="45423FC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BA5F65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C089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Samuelson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W.F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., Marks </w:t>
            </w:r>
            <w:proofErr w:type="spellStart"/>
            <w:r w:rsidRPr="00737BB8">
              <w:rPr>
                <w:rFonts w:ascii="Corbel" w:hAnsi="Corbel"/>
                <w:b w:val="0"/>
                <w:smallCaps w:val="0"/>
                <w:szCs w:val="24"/>
              </w:rPr>
              <w:t>S.G</w:t>
            </w:r>
            <w:proofErr w:type="spellEnd"/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Froeb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L.M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McCann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B.T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7B84">
              <w:rPr>
                <w:rFonts w:ascii="Corbel" w:hAnsi="Corbel"/>
                <w:b w:val="0"/>
                <w:smallCaps w:val="0"/>
                <w:szCs w:val="24"/>
              </w:rPr>
              <w:t>Png</w:t>
            </w:r>
            <w:proofErr w:type="spellEnd"/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CA3D1" w14:textId="77777777" w:rsidR="0030101E" w:rsidRDefault="0030101E" w:rsidP="00C16ABF">
      <w:pPr>
        <w:spacing w:after="0" w:line="240" w:lineRule="auto"/>
      </w:pPr>
      <w:r>
        <w:separator/>
      </w:r>
    </w:p>
  </w:endnote>
  <w:endnote w:type="continuationSeparator" w:id="0">
    <w:p w14:paraId="389DC174" w14:textId="77777777" w:rsidR="0030101E" w:rsidRDefault="003010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8BFAA" w14:textId="77777777" w:rsidR="0030101E" w:rsidRDefault="0030101E" w:rsidP="00C16ABF">
      <w:pPr>
        <w:spacing w:after="0" w:line="240" w:lineRule="auto"/>
      </w:pPr>
      <w:r>
        <w:separator/>
      </w:r>
    </w:p>
  </w:footnote>
  <w:footnote w:type="continuationSeparator" w:id="0">
    <w:p w14:paraId="66CE7997" w14:textId="77777777" w:rsidR="0030101E" w:rsidRDefault="0030101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480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01E"/>
    <w:rsid w:val="003018BA"/>
    <w:rsid w:val="0030325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089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42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C29363-3903-4420-8816-D0E4252A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2020-10-16T13:37:00Z</cp:lastPrinted>
  <dcterms:created xsi:type="dcterms:W3CDTF">2020-10-16T13:17:00Z</dcterms:created>
  <dcterms:modified xsi:type="dcterms:W3CDTF">2021-11-05T13:25:00Z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